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57F5D009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C4788E">
        <w:rPr>
          <w:b/>
          <w:color w:val="FF5200" w:themeColor="accent2"/>
          <w:sz w:val="36"/>
          <w:szCs w:val="36"/>
        </w:rPr>
        <w:t>názvem „</w:t>
      </w:r>
      <w:r w:rsidR="00A24788" w:rsidRPr="00A24788">
        <w:rPr>
          <w:b/>
          <w:color w:val="FF5200" w:themeColor="accent2"/>
          <w:sz w:val="36"/>
          <w:szCs w:val="36"/>
        </w:rPr>
        <w:t>Dodávka a instalace prvků pro orientační systém</w:t>
      </w:r>
      <w:r w:rsidR="0031280B" w:rsidRPr="00C4788E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AC322C">
        <w:rPr>
          <w:b/>
          <w:color w:val="FF5200" w:themeColor="accent2"/>
          <w:sz w:val="36"/>
          <w:szCs w:val="36"/>
        </w:rPr>
        <w:t xml:space="preserve">pod </w:t>
      </w:r>
      <w:r w:rsidR="000128D4" w:rsidRPr="00AC322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AC322C" w:rsidRPr="00AC322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96011</w:t>
      </w:r>
      <w:r w:rsidR="00AC322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/2025-SŽ-GŘ</w:t>
      </w:r>
      <w:r w:rsidR="00C2267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-O25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5666D928" w14:textId="0974CD97" w:rsidR="006307CE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10741870" w:history="1">
            <w:r w:rsidR="006307CE" w:rsidRPr="003608A1">
              <w:rPr>
                <w:rStyle w:val="Hypertextovodkaz"/>
                <w:noProof/>
              </w:rPr>
              <w:t>Kapitola 1.</w:t>
            </w:r>
            <w:r w:rsidR="006307C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6307CE" w:rsidRPr="003608A1">
              <w:rPr>
                <w:rStyle w:val="Hypertextovodkaz"/>
                <w:noProof/>
              </w:rPr>
              <w:t>Základní údaje k nabídce</w:t>
            </w:r>
            <w:r w:rsidR="006307CE">
              <w:rPr>
                <w:noProof/>
                <w:webHidden/>
              </w:rPr>
              <w:tab/>
            </w:r>
            <w:r w:rsidR="006307CE">
              <w:rPr>
                <w:noProof/>
                <w:webHidden/>
              </w:rPr>
              <w:fldChar w:fldCharType="begin"/>
            </w:r>
            <w:r w:rsidR="006307CE">
              <w:rPr>
                <w:noProof/>
                <w:webHidden/>
              </w:rPr>
              <w:instrText xml:space="preserve"> PAGEREF _Toc210741870 \h </w:instrText>
            </w:r>
            <w:r w:rsidR="006307CE">
              <w:rPr>
                <w:noProof/>
                <w:webHidden/>
              </w:rPr>
            </w:r>
            <w:r w:rsidR="006307CE">
              <w:rPr>
                <w:noProof/>
                <w:webHidden/>
              </w:rPr>
              <w:fldChar w:fldCharType="separate"/>
            </w:r>
            <w:r w:rsidR="006307CE">
              <w:rPr>
                <w:noProof/>
                <w:webHidden/>
              </w:rPr>
              <w:t>2</w:t>
            </w:r>
            <w:r w:rsidR="006307CE">
              <w:rPr>
                <w:noProof/>
                <w:webHidden/>
              </w:rPr>
              <w:fldChar w:fldCharType="end"/>
            </w:r>
          </w:hyperlink>
        </w:p>
        <w:p w14:paraId="42A5AEF2" w14:textId="51B9D8F0" w:rsidR="006307CE" w:rsidRDefault="006307C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0741871" w:history="1">
            <w:r w:rsidRPr="003608A1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608A1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_Toc210741871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355B78" w14:textId="41550D2C" w:rsidR="006307CE" w:rsidRDefault="006307C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0741872" w:history="1">
            <w:r w:rsidRPr="003608A1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608A1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_Toc210741872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02F777" w14:textId="1EE10120" w:rsidR="006307CE" w:rsidRDefault="006307C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0741873" w:history="1">
            <w:r w:rsidRPr="003608A1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608A1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_Toc210741873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DC6725" w14:textId="28B77490" w:rsidR="006307CE" w:rsidRDefault="006307C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0741874" w:history="1">
            <w:r w:rsidRPr="003608A1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608A1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_Toc210741874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6DEB40" w14:textId="03A8A11C" w:rsidR="006307CE" w:rsidRDefault="006307C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0741875" w:history="1">
            <w:r w:rsidRPr="003608A1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608A1">
              <w:rPr>
                <w:rStyle w:val="Hypertextovodkaz"/>
                <w:noProof/>
              </w:rPr>
              <w:t>Čestné</w:t>
            </w:r>
            <w:r w:rsidRPr="003608A1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_Toc210741875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E6FD59" w14:textId="6D28E764" w:rsidR="006307CE" w:rsidRDefault="006307C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0741876" w:history="1">
            <w:r w:rsidRPr="003608A1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608A1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_Toc210741876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9205FC" w14:textId="5B032DAC" w:rsidR="006307CE" w:rsidRDefault="006307C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0741877" w:history="1">
            <w:r w:rsidRPr="003608A1">
              <w:rPr>
                <w:rStyle w:val="Hypertextovodkaz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608A1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_Toc210741877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08FC9FC4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210741870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0A27926B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4D2E86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A24788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A24788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210741871"/>
      <w:r>
        <w:lastRenderedPageBreak/>
        <w:t>Ceník</w:t>
      </w:r>
      <w:bookmarkEnd w:id="1"/>
    </w:p>
    <w:p w14:paraId="5386E731" w14:textId="0037EEFF" w:rsidR="00427650" w:rsidRDefault="002072A0" w:rsidP="00F05198">
      <w:pPr>
        <w:sectPr w:rsidR="00427650" w:rsidSect="002072A0">
          <w:headerReference w:type="even" r:id="rId16"/>
          <w:headerReference w:type="default" r:id="rId17"/>
          <w:headerReference w:type="first" r:id="rId18"/>
          <w:footerReference w:type="first" r:id="rId19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  <w:r w:rsidRPr="002072A0">
        <w:rPr>
          <w:rStyle w:val="Siln"/>
          <w:b w:val="0"/>
          <w:bCs w:val="0"/>
        </w:rPr>
        <w:t>Za účelem stanovení celkové nabídkové ceny bude účastníkem vyplněna příloha č</w:t>
      </w:r>
      <w:r w:rsidRPr="00BD17D7">
        <w:rPr>
          <w:rStyle w:val="Siln"/>
          <w:b w:val="0"/>
          <w:bCs w:val="0"/>
        </w:rPr>
        <w:t xml:space="preserve">. </w:t>
      </w:r>
      <w:r w:rsidR="001E0266" w:rsidRPr="00BD17D7">
        <w:rPr>
          <w:rStyle w:val="Siln"/>
          <w:b w:val="0"/>
          <w:bCs w:val="0"/>
        </w:rPr>
        <w:t>2</w:t>
      </w:r>
      <w:r w:rsidRPr="00BD17D7">
        <w:rPr>
          <w:rStyle w:val="Siln"/>
          <w:b w:val="0"/>
          <w:bCs w:val="0"/>
        </w:rPr>
        <w:t xml:space="preserve"> Závazného vzoru smlouvy</w:t>
      </w:r>
      <w:r w:rsidR="00F05198">
        <w:rPr>
          <w:rStyle w:val="Siln"/>
          <w:b w:val="0"/>
          <w:bCs w:val="0"/>
        </w:rPr>
        <w:t xml:space="preserve">. </w:t>
      </w: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210741872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20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210741873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210741874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210741875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210741876"/>
      <w:r w:rsidRPr="00E85D44">
        <w:t>Čestné prohlášení o splnění technické kvalifikace</w:t>
      </w:r>
      <w:bookmarkEnd w:id="6"/>
    </w:p>
    <w:p w14:paraId="71002640" w14:textId="7AB5F5D6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3 roky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 xml:space="preserve">řízení poskytoval </w:t>
      </w:r>
      <w:r w:rsidR="00F85B19">
        <w:rPr>
          <w:lang w:eastAsia="cs-CZ"/>
        </w:rPr>
        <w:t>významné dodávky definované</w:t>
      </w:r>
      <w:r w:rsidR="00E85D44">
        <w:rPr>
          <w:lang w:eastAsia="cs-CZ"/>
        </w:rPr>
        <w:t xml:space="preserve"> v čl. </w:t>
      </w:r>
      <w:r w:rsidR="00705F1B">
        <w:rPr>
          <w:lang w:eastAsia="cs-CZ"/>
        </w:rPr>
        <w:t xml:space="preserve">9.5. </w:t>
      </w:r>
      <w:r w:rsidR="00B87D91">
        <w:rPr>
          <w:lang w:eastAsia="cs-CZ"/>
        </w:rPr>
        <w:t>V</w:t>
      </w:r>
      <w:r w:rsidR="00E85D44">
        <w:rPr>
          <w:lang w:eastAsia="cs-CZ"/>
        </w:rPr>
        <w:t>ýzvy k podání nabídky.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služby/dodávky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3F6A87BE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služby/dodávky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A327CB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705F1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A63E3C" w14:paraId="76A455BE" w14:textId="77777777" w:rsidTr="00705F1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838E51C" w14:textId="77777777" w:rsidR="00A63E3C" w:rsidRDefault="00A63E3C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69BA5510" w14:textId="77777777" w:rsidR="00A63E3C" w:rsidRDefault="00A63E3C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2C5E2440" w14:textId="77777777" w:rsidR="00A63E3C" w:rsidRDefault="00A63E3C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17222" w14:textId="77777777" w:rsidR="00A63E3C" w:rsidRDefault="00A63E3C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4CAD02BF" w:rsidR="00F44645" w:rsidRPr="000128D4" w:rsidRDefault="00F44645" w:rsidP="00F44645">
      <w:pPr>
        <w:pStyle w:val="Nadpis2"/>
      </w:pPr>
      <w:bookmarkStart w:id="7" w:name="_Toc58876012"/>
      <w:bookmarkStart w:id="8" w:name="_Toc201843598"/>
      <w:bookmarkStart w:id="9" w:name="_Toc210741877"/>
      <w:r>
        <w:t>Seznam osob</w:t>
      </w:r>
      <w:bookmarkEnd w:id="7"/>
      <w:bookmarkEnd w:id="8"/>
      <w:bookmarkEnd w:id="9"/>
    </w:p>
    <w:p w14:paraId="25AA11C4" w14:textId="6EA39F6E" w:rsidR="00F44645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F44645">
        <w:rPr>
          <w:lang w:eastAsia="cs-CZ"/>
        </w:rPr>
        <w:t xml:space="preserve">, který podává tuto </w:t>
      </w:r>
      <w:r w:rsidR="00F44645" w:rsidRPr="000128D4">
        <w:rPr>
          <w:lang w:eastAsia="cs-CZ"/>
        </w:rPr>
        <w:t>nabídku</w:t>
      </w:r>
      <w:r w:rsidR="00F44645">
        <w:rPr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14:paraId="23E1AAD0" w14:textId="07D849FB" w:rsidTr="00F22B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083B475F" w14:textId="21201F2D" w:rsidR="00F44645" w:rsidRPr="00F22B32" w:rsidRDefault="00F44645" w:rsidP="00A327CB">
            <w:pPr>
              <w:rPr>
                <w:rFonts w:eastAsia="Times New Roman" w:cs="Times New Roman"/>
                <w:lang w:eastAsia="cs-CZ"/>
              </w:rPr>
            </w:pPr>
            <w:r w:rsidRPr="00F22B32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352" w:type="dxa"/>
            <w:shd w:val="clear" w:color="auto" w:fill="auto"/>
          </w:tcPr>
          <w:p w14:paraId="652DAA0D" w14:textId="31904C9F" w:rsidR="00F44645" w:rsidRPr="00F22B32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F22B32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F44645" w14:paraId="5D07A0DB" w14:textId="1EE99046" w:rsidTr="00F22B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2362AB3B" w14:textId="493ECD68" w:rsidR="00F44645" w:rsidRPr="00F22B32" w:rsidRDefault="00F85B19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>Vedoucí prací</w:t>
            </w:r>
          </w:p>
        </w:tc>
        <w:tc>
          <w:tcPr>
            <w:tcW w:w="4352" w:type="dxa"/>
          </w:tcPr>
          <w:p w14:paraId="1B4FBCB8" w14:textId="69528C9F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0DEE8B" w14:textId="118586C5" w:rsidTr="00F22B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08B2CC60" w14:textId="67CBF051" w:rsidR="00F44645" w:rsidRPr="00F22B32" w:rsidRDefault="00F85B19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>Zástupce vedoucího prací</w:t>
            </w:r>
          </w:p>
        </w:tc>
        <w:tc>
          <w:tcPr>
            <w:tcW w:w="4352" w:type="dxa"/>
          </w:tcPr>
          <w:p w14:paraId="4E57380B" w14:textId="2BB31DA8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274AC354" w14:textId="2EC25BF5" w:rsidTr="00F22B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B1DF4F2" w14:textId="75D95C99" w:rsidR="00F44645" w:rsidRPr="00F44645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F22B32">
              <w:rPr>
                <w:rFonts w:eastAsia="Times New Roman" w:cs="Times New Roman"/>
                <w:highlight w:val="green"/>
                <w:lang w:eastAsia="cs-CZ"/>
              </w:rPr>
              <w:t>Pozn. V příp</w:t>
            </w:r>
            <w:r w:rsidR="00A07EA0" w:rsidRPr="00F22B32">
              <w:rPr>
                <w:rFonts w:eastAsia="Times New Roman" w:cs="Times New Roman"/>
                <w:highlight w:val="green"/>
                <w:lang w:eastAsia="cs-CZ"/>
              </w:rPr>
              <w:t>adě, že dodavatel uvede více členů realizačního týmu</w:t>
            </w:r>
            <w:r w:rsidRPr="00F22B32">
              <w:rPr>
                <w:rFonts w:eastAsia="Times New Roman" w:cs="Times New Roman"/>
                <w:highlight w:val="green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626E1A8E" w:rsidTr="00F22B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0A76F84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541E27BE" w14:textId="00FBF808" w:rsidR="00F44645" w:rsidRPr="00F22B32" w:rsidRDefault="00F44645" w:rsidP="00471B29">
      <w:pPr>
        <w:rPr>
          <w:lang w:eastAsia="cs-CZ"/>
        </w:rPr>
      </w:pPr>
      <w:r w:rsidRPr="00F22B32">
        <w:rPr>
          <w:lang w:eastAsia="cs-CZ"/>
        </w:rPr>
        <w:t>Přílohy:</w:t>
      </w:r>
    </w:p>
    <w:p w14:paraId="23E77F5D" w14:textId="47FA9FBF" w:rsidR="00F44645" w:rsidRPr="00F22B32" w:rsidRDefault="00F85B19" w:rsidP="00471B29">
      <w:pPr>
        <w:rPr>
          <w:lang w:eastAsia="cs-CZ"/>
        </w:rPr>
      </w:pPr>
      <w:r w:rsidRPr="00F22B32">
        <w:rPr>
          <w:lang w:eastAsia="cs-CZ"/>
        </w:rPr>
        <w:t>Doklad o odborné způsobilost dle SŽ Zam1</w:t>
      </w:r>
    </w:p>
    <w:p w14:paraId="32A27CB1" w14:textId="3C14189C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3CDA43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BF01A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F20842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A53BB1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A3A35E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FE4D1C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67DA5" w14:textId="77777777" w:rsidR="00D54AFD" w:rsidRDefault="00D54AF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18D2B" w14:textId="77777777" w:rsidR="00D54AFD" w:rsidRDefault="00D54AF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7958A" w14:textId="77777777" w:rsidR="00D54AFD" w:rsidRDefault="00D54AFD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28220" w14:textId="77777777" w:rsidR="00D54AFD" w:rsidRDefault="00D54AFD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54E0E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17A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31915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4499"/>
    <w:rsid w:val="003956C6"/>
    <w:rsid w:val="003B596F"/>
    <w:rsid w:val="003D405B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2E86"/>
    <w:rsid w:val="004D65B6"/>
    <w:rsid w:val="004E01EA"/>
    <w:rsid w:val="004E143C"/>
    <w:rsid w:val="004E3A53"/>
    <w:rsid w:val="004F20BC"/>
    <w:rsid w:val="004F4B9B"/>
    <w:rsid w:val="004F69EA"/>
    <w:rsid w:val="00500F3F"/>
    <w:rsid w:val="0050185C"/>
    <w:rsid w:val="0051019F"/>
    <w:rsid w:val="00511AB9"/>
    <w:rsid w:val="00512183"/>
    <w:rsid w:val="00523EA7"/>
    <w:rsid w:val="00553375"/>
    <w:rsid w:val="00557C28"/>
    <w:rsid w:val="005736B7"/>
    <w:rsid w:val="00575E5A"/>
    <w:rsid w:val="005907D1"/>
    <w:rsid w:val="005930C5"/>
    <w:rsid w:val="005B219F"/>
    <w:rsid w:val="005D2E61"/>
    <w:rsid w:val="005D7318"/>
    <w:rsid w:val="005D7E39"/>
    <w:rsid w:val="005F1404"/>
    <w:rsid w:val="00607B5B"/>
    <w:rsid w:val="00607EAC"/>
    <w:rsid w:val="0061068E"/>
    <w:rsid w:val="00613242"/>
    <w:rsid w:val="00626DB3"/>
    <w:rsid w:val="006307CE"/>
    <w:rsid w:val="00633D9C"/>
    <w:rsid w:val="006532C4"/>
    <w:rsid w:val="00654420"/>
    <w:rsid w:val="00660AD3"/>
    <w:rsid w:val="00663064"/>
    <w:rsid w:val="006724CE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260C"/>
    <w:rsid w:val="006F6395"/>
    <w:rsid w:val="00700123"/>
    <w:rsid w:val="00705F1B"/>
    <w:rsid w:val="00710723"/>
    <w:rsid w:val="007116AD"/>
    <w:rsid w:val="00723ED1"/>
    <w:rsid w:val="00743525"/>
    <w:rsid w:val="00750359"/>
    <w:rsid w:val="00753A3C"/>
    <w:rsid w:val="0076286B"/>
    <w:rsid w:val="00766846"/>
    <w:rsid w:val="0077673A"/>
    <w:rsid w:val="00784411"/>
    <w:rsid w:val="007846E1"/>
    <w:rsid w:val="00790585"/>
    <w:rsid w:val="007A2391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E119C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54D36"/>
    <w:rsid w:val="00962258"/>
    <w:rsid w:val="009678B7"/>
    <w:rsid w:val="009771C9"/>
    <w:rsid w:val="009833E1"/>
    <w:rsid w:val="00992D9C"/>
    <w:rsid w:val="00996617"/>
    <w:rsid w:val="00996CB8"/>
    <w:rsid w:val="009B0C32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24788"/>
    <w:rsid w:val="00A327CB"/>
    <w:rsid w:val="00A6177B"/>
    <w:rsid w:val="00A63D48"/>
    <w:rsid w:val="00A63E3C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C322C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17D7"/>
    <w:rsid w:val="00BD7E91"/>
    <w:rsid w:val="00C02D0A"/>
    <w:rsid w:val="00C03A6E"/>
    <w:rsid w:val="00C044EE"/>
    <w:rsid w:val="00C11942"/>
    <w:rsid w:val="00C15E30"/>
    <w:rsid w:val="00C2267A"/>
    <w:rsid w:val="00C228EE"/>
    <w:rsid w:val="00C3428A"/>
    <w:rsid w:val="00C44F6A"/>
    <w:rsid w:val="00C4788E"/>
    <w:rsid w:val="00C47AE3"/>
    <w:rsid w:val="00C636FB"/>
    <w:rsid w:val="00C6546B"/>
    <w:rsid w:val="00C8685A"/>
    <w:rsid w:val="00C87B78"/>
    <w:rsid w:val="00CD1FC4"/>
    <w:rsid w:val="00CF53B5"/>
    <w:rsid w:val="00D21061"/>
    <w:rsid w:val="00D247B3"/>
    <w:rsid w:val="00D4108E"/>
    <w:rsid w:val="00D54AFD"/>
    <w:rsid w:val="00D6163D"/>
    <w:rsid w:val="00D73D46"/>
    <w:rsid w:val="00D831A3"/>
    <w:rsid w:val="00DC75F3"/>
    <w:rsid w:val="00DD46F3"/>
    <w:rsid w:val="00DE1BFA"/>
    <w:rsid w:val="00DE56F2"/>
    <w:rsid w:val="00DF116D"/>
    <w:rsid w:val="00E120C5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7069C"/>
    <w:rsid w:val="00E743EA"/>
    <w:rsid w:val="00E75E2E"/>
    <w:rsid w:val="00E85D44"/>
    <w:rsid w:val="00EA68D7"/>
    <w:rsid w:val="00EB104F"/>
    <w:rsid w:val="00ED14BD"/>
    <w:rsid w:val="00F05198"/>
    <w:rsid w:val="00F0533E"/>
    <w:rsid w:val="00F1048D"/>
    <w:rsid w:val="00F12DEC"/>
    <w:rsid w:val="00F1715C"/>
    <w:rsid w:val="00F22B32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5B19"/>
    <w:rsid w:val="00F86BA6"/>
    <w:rsid w:val="00F92C76"/>
    <w:rsid w:val="00FA5E88"/>
    <w:rsid w:val="00FC2691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a9dc85fa-4edf-4ab5-82c4-748dd85baac0">
      <Terms xmlns="http://schemas.microsoft.com/office/infopath/2007/PartnerControls"/>
    </lcf76f155ced4ddcb4097134ff3c332f>
    <TaxCatchAll xmlns="67976b88-9666-424f-86f6-7bc34abc2cf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78A5C2E147FAC48BB12F68720FCC304" ma:contentTypeVersion="11" ma:contentTypeDescription="Vytvoří nový dokument" ma:contentTypeScope="" ma:versionID="9a980d99aececd58093a9d5ca45954f6">
  <xsd:schema xmlns:xsd="http://www.w3.org/2001/XMLSchema" xmlns:xs="http://www.w3.org/2001/XMLSchema" xmlns:p="http://schemas.microsoft.com/office/2006/metadata/properties" xmlns:ns2="a9dc85fa-4edf-4ab5-82c4-748dd85baac0" xmlns:ns3="67976b88-9666-424f-86f6-7bc34abc2cf9" targetNamespace="http://schemas.microsoft.com/office/2006/metadata/properties" ma:root="true" ma:fieldsID="c3580899ef30902e3adbbeb7e5121747" ns2:_="" ns3:_="">
    <xsd:import namespace="a9dc85fa-4edf-4ab5-82c4-748dd85baac0"/>
    <xsd:import namespace="67976b88-9666-424f-86f6-7bc34abc2c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c85fa-4edf-4ab5-82c4-748dd85ba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76b88-9666-424f-86f6-7bc34abc2cf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2d9f6e3-36b1-41cc-a1da-506e957e3742}" ma:internalName="TaxCatchAll" ma:showField="CatchAllData" ma:web="67976b88-9666-424f-86f6-7bc34abc2c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purl.org/dc/dcmitype/"/>
    <ds:schemaRef ds:uri="67976b88-9666-424f-86f6-7bc34abc2cf9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9dc85fa-4edf-4ab5-82c4-748dd85baac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8A58703-4866-47A5-89EB-8506F1A818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dc85fa-4edf-4ab5-82c4-748dd85baac0"/>
    <ds:schemaRef ds:uri="67976b88-9666-424f-86f6-7bc34abc2c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10</Pages>
  <Words>1322</Words>
  <Characters>7804</Characters>
  <Application>Microsoft Office Word</Application>
  <DocSecurity>0</DocSecurity>
  <Lines>65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Vlčková Anna</cp:lastModifiedBy>
  <cp:revision>31</cp:revision>
  <cp:lastPrinted>2023-10-05T09:40:00Z</cp:lastPrinted>
  <dcterms:created xsi:type="dcterms:W3CDTF">2025-07-30T10:50:00Z</dcterms:created>
  <dcterms:modified xsi:type="dcterms:W3CDTF">2025-10-31T06:38:00Z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0x010100A78A5C2E147FAC48BB12F68720FCC304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